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C4A8B" w14:textId="7B68762B" w:rsidR="00BC1507" w:rsidRPr="003B1354" w:rsidRDefault="00841732">
      <w:pPr>
        <w:pStyle w:val="Title"/>
      </w:pPr>
      <w:r w:rsidRPr="003B1354">
        <w:t>Ühiste kavatsuste protokoll</w:t>
      </w:r>
      <w:r w:rsidR="0067560E" w:rsidRPr="003B1354">
        <w:t xml:space="preserve"> nr </w:t>
      </w:r>
      <w:r w:rsidR="00716C7C" w:rsidRPr="003B1354">
        <w:t>1-18/2025/54</w:t>
      </w:r>
    </w:p>
    <w:p w14:paraId="0F34767D" w14:textId="77777777" w:rsidR="00C70CB6" w:rsidRPr="003B1354" w:rsidRDefault="00C70CB6">
      <w:pPr>
        <w:jc w:val="both"/>
        <w:rPr>
          <w:spacing w:val="0"/>
        </w:rPr>
      </w:pPr>
    </w:p>
    <w:p w14:paraId="6AB25187" w14:textId="195897B5" w:rsidR="007E1D19" w:rsidRPr="003B1354" w:rsidRDefault="00000000" w:rsidP="007E1D19">
      <w:pPr>
        <w:pStyle w:val="NormalWeb"/>
        <w:jc w:val="right"/>
        <w:rPr>
          <w:rFonts w:eastAsia="Calibri"/>
        </w:rPr>
      </w:pPr>
      <w:sdt>
        <w:sdtPr>
          <w:rPr>
            <w:rFonts w:eastAsia="Calibri"/>
          </w:rPr>
          <w:id w:val="448594684"/>
          <w:placeholder>
            <w:docPart w:val="A4B581A7379E43EDBEA84628D0CD61E5"/>
          </w:placeholder>
          <w:date w:fullDate="2025-03-20T00:00:00Z">
            <w:dateFormat w:val="d.MM.yyyy"/>
            <w:lid w:val="et-EE"/>
            <w:storeMappedDataAs w:val="dateTime"/>
            <w:calendar w:val="gregorian"/>
          </w:date>
        </w:sdtPr>
        <w:sdtContent>
          <w:r w:rsidR="00F3545A" w:rsidRPr="003B1354">
            <w:rPr>
              <w:rFonts w:eastAsia="Calibri"/>
              <w:lang w:val="et-EE"/>
            </w:rPr>
            <w:t>20.03.2025</w:t>
          </w:r>
        </w:sdtContent>
      </w:sdt>
    </w:p>
    <w:p w14:paraId="55EEAA1E" w14:textId="77777777" w:rsidR="007E1D19" w:rsidRPr="003B1354" w:rsidRDefault="007E1D19" w:rsidP="007E1D19">
      <w:pPr>
        <w:pStyle w:val="NormalWeb"/>
        <w:jc w:val="right"/>
        <w:rPr>
          <w:lang w:val="et-EE"/>
        </w:rPr>
      </w:pPr>
      <w:r w:rsidRPr="003B1354">
        <w:rPr>
          <w:rFonts w:eastAsia="Calibri"/>
          <w:lang w:val="fi-FI"/>
        </w:rPr>
        <w:t>(</w:t>
      </w:r>
      <w:proofErr w:type="spellStart"/>
      <w:r w:rsidRPr="003B1354">
        <w:rPr>
          <w:rFonts w:eastAsia="Calibri"/>
          <w:lang w:val="fi-FI"/>
        </w:rPr>
        <w:t>hiliseima</w:t>
      </w:r>
      <w:proofErr w:type="spellEnd"/>
      <w:r w:rsidRPr="003B1354">
        <w:rPr>
          <w:rFonts w:eastAsia="Calibri"/>
          <w:lang w:val="fi-FI"/>
        </w:rPr>
        <w:t xml:space="preserve"> </w:t>
      </w:r>
      <w:proofErr w:type="spellStart"/>
      <w:r w:rsidRPr="003B1354">
        <w:rPr>
          <w:rFonts w:eastAsia="Calibri"/>
          <w:lang w:val="fi-FI"/>
        </w:rPr>
        <w:t>digitaalallkirja</w:t>
      </w:r>
      <w:proofErr w:type="spellEnd"/>
      <w:r w:rsidRPr="003B1354">
        <w:rPr>
          <w:rFonts w:eastAsia="Calibri"/>
          <w:lang w:val="fi-FI"/>
        </w:rPr>
        <w:t xml:space="preserve"> </w:t>
      </w:r>
      <w:proofErr w:type="spellStart"/>
      <w:r w:rsidRPr="003B1354">
        <w:rPr>
          <w:rFonts w:eastAsia="Calibri"/>
          <w:lang w:val="fi-FI"/>
        </w:rPr>
        <w:t>kuupäev</w:t>
      </w:r>
      <w:proofErr w:type="spellEnd"/>
      <w:r w:rsidRPr="003B1354">
        <w:rPr>
          <w:rFonts w:eastAsia="Calibri"/>
          <w:lang w:val="fi-FI"/>
        </w:rPr>
        <w:t>)</w:t>
      </w:r>
    </w:p>
    <w:p w14:paraId="40012753" w14:textId="77777777" w:rsidR="00C70CB6" w:rsidRPr="003B1354" w:rsidRDefault="00C70CB6" w:rsidP="007E1D19">
      <w:pPr>
        <w:jc w:val="right"/>
        <w:rPr>
          <w:spacing w:val="0"/>
        </w:rPr>
      </w:pPr>
    </w:p>
    <w:p w14:paraId="074E809C" w14:textId="126608B6" w:rsidR="007E1D19" w:rsidRPr="003B1354" w:rsidRDefault="00BC1507" w:rsidP="007E1D19">
      <w:pPr>
        <w:jc w:val="both"/>
        <w:rPr>
          <w:spacing w:val="0"/>
        </w:rPr>
      </w:pPr>
      <w:r w:rsidRPr="003B1354">
        <w:rPr>
          <w:bCs/>
          <w:spacing w:val="0"/>
        </w:rPr>
        <w:t>Riigimetsa Majandamise Keskus</w:t>
      </w:r>
      <w:r w:rsidRPr="003B1354">
        <w:rPr>
          <w:spacing w:val="0"/>
        </w:rPr>
        <w:t xml:space="preserve">, </w:t>
      </w:r>
      <w:r w:rsidR="007E1D19" w:rsidRPr="003B1354">
        <w:rPr>
          <w:spacing w:val="0"/>
        </w:rPr>
        <w:t xml:space="preserve">keda esindab </w:t>
      </w:r>
      <w:sdt>
        <w:sdtPr>
          <w:rPr>
            <w:spacing w:val="0"/>
          </w:rPr>
          <w:tag w:val="Riigimetsa Majandamise Keskuse "/>
          <w:id w:val="-1598098674"/>
          <w:placeholder>
            <w:docPart w:val="BD04400B9EFB49AE9BAF9C6AEB676104"/>
          </w:placeholder>
          <w:comboBox>
            <w:listItem w:displayText="juhatuse" w:value="juhatuse"/>
            <w:listItem w:displayText="juhatuse esimehe" w:value="juhatuse esimehe"/>
            <w:listItem w:displayText="juhatuse liikme" w:value="juhatuse liikme"/>
            <w:listItem w:displayText="Vabariigi Valitsuse" w:value="Vabariigi Valitsuse"/>
          </w:comboBox>
        </w:sdtPr>
        <w:sdtContent>
          <w:r w:rsidR="00D02A3C" w:rsidRPr="003B1354">
            <w:rPr>
              <w:spacing w:val="0"/>
            </w:rPr>
            <w:t>Vabariigi Valitsuse</w:t>
          </w:r>
        </w:sdtContent>
      </w:sdt>
      <w:r w:rsidR="007E1D19" w:rsidRPr="003B1354">
        <w:rPr>
          <w:spacing w:val="0"/>
        </w:rPr>
        <w:t xml:space="preserve"> </w:t>
      </w:r>
      <w:sdt>
        <w:sdtPr>
          <w:rPr>
            <w:spacing w:val="0"/>
          </w:rPr>
          <w:alias w:val="Vali kuupäev"/>
          <w:tag w:val="Vali kuupäev"/>
          <w:id w:val="-171967024"/>
          <w:placeholder>
            <w:docPart w:val="B59CB4E6EF254F7EB79AAF1C7D511AAD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Content>
          <w:r w:rsidR="007E1D19" w:rsidRPr="003B1354">
            <w:rPr>
              <w:spacing w:val="0"/>
            </w:rPr>
            <w:t>[Vali kuupäev]</w:t>
          </w:r>
        </w:sdtContent>
      </w:sdt>
      <w:r w:rsidR="007E1D19" w:rsidRPr="003B1354">
        <w:rPr>
          <w:spacing w:val="0"/>
        </w:rPr>
        <w:t xml:space="preserve"> </w:t>
      </w:r>
      <w:sdt>
        <w:sdtPr>
          <w:rPr>
            <w:spacing w:val="0"/>
          </w:rPr>
          <w:id w:val="-775716232"/>
          <w:placeholder>
            <w:docPart w:val="BD04400B9EFB49AE9BAF9C6AEB676104"/>
          </w:placeholder>
          <w:comboBox>
            <w:listItem w:displayText="otsuse" w:value="otsuse"/>
            <w:listItem w:displayText="käskkirja" w:value="käskkirja"/>
            <w:listItem w:displayText="volikirja" w:value="volikirja"/>
            <w:listItem w:displayText="määruse" w:value="määruse"/>
          </w:comboBox>
        </w:sdtPr>
        <w:sdtContent>
          <w:r w:rsidR="007E1D19" w:rsidRPr="003B1354">
            <w:rPr>
              <w:spacing w:val="0"/>
            </w:rPr>
            <w:t>[Vali sobiv]</w:t>
          </w:r>
        </w:sdtContent>
      </w:sdt>
      <w:r w:rsidR="007E1D19" w:rsidRPr="003B1354">
        <w:rPr>
          <w:spacing w:val="0"/>
        </w:rPr>
        <w:t xml:space="preserve"> nr </w:t>
      </w:r>
      <w:r w:rsidR="007E1D19" w:rsidRPr="003B1354">
        <w:rPr>
          <w:spacing w:val="0"/>
        </w:rPr>
        <w:fldChar w:fldCharType="begin"/>
      </w:r>
      <w:r w:rsidR="007E1D19" w:rsidRPr="003B1354">
        <w:rPr>
          <w:spacing w:val="0"/>
        </w:rPr>
        <w:instrText xml:space="preserve"> MACROBUTTON  AcceptAllChangesInDoc [Sisesta number] </w:instrText>
      </w:r>
      <w:r w:rsidR="007E1D19" w:rsidRPr="003B1354">
        <w:rPr>
          <w:spacing w:val="0"/>
        </w:rPr>
        <w:fldChar w:fldCharType="end"/>
      </w:r>
      <w:r w:rsidR="007E1D19" w:rsidRPr="003B1354">
        <w:rPr>
          <w:spacing w:val="0"/>
        </w:rPr>
        <w:t xml:space="preserve">alusel </w:t>
      </w:r>
      <w:r w:rsidR="000E549A" w:rsidRPr="003B1354">
        <w:rPr>
          <w:spacing w:val="0"/>
        </w:rPr>
        <w:t>juhatuse liige Erko Soolmann, ü</w:t>
      </w:r>
      <w:r w:rsidR="007E1D19" w:rsidRPr="003B1354">
        <w:rPr>
          <w:spacing w:val="0"/>
        </w:rPr>
        <w:t>helt poolt,</w:t>
      </w:r>
    </w:p>
    <w:p w14:paraId="69A891E6" w14:textId="77777777" w:rsidR="00ED00A7" w:rsidRPr="003B1354" w:rsidRDefault="00ED00A7">
      <w:pPr>
        <w:jc w:val="both"/>
        <w:rPr>
          <w:spacing w:val="0"/>
        </w:rPr>
      </w:pPr>
    </w:p>
    <w:p w14:paraId="02F20B5C" w14:textId="2268E68F" w:rsidR="00C70CB6" w:rsidRPr="003B1354" w:rsidRDefault="007E1D19">
      <w:pPr>
        <w:jc w:val="both"/>
        <w:rPr>
          <w:iCs/>
          <w:spacing w:val="0"/>
        </w:rPr>
      </w:pPr>
      <w:r w:rsidRPr="003B1354">
        <w:rPr>
          <w:spacing w:val="0"/>
        </w:rPr>
        <w:t xml:space="preserve">ja </w:t>
      </w:r>
      <w:r w:rsidR="000E549A" w:rsidRPr="003B1354">
        <w:rPr>
          <w:spacing w:val="0"/>
        </w:rPr>
        <w:t xml:space="preserve">Foreko OÜ, </w:t>
      </w:r>
      <w:r w:rsidRPr="003B1354">
        <w:rPr>
          <w:iCs/>
          <w:spacing w:val="0"/>
        </w:rPr>
        <w:t xml:space="preserve">keda esindab </w:t>
      </w:r>
      <w:sdt>
        <w:sdtPr>
          <w:rPr>
            <w:spacing w:val="0"/>
          </w:rPr>
          <w:tag w:val="Riigimetsa Majandamise Keskuse "/>
          <w:id w:val="219788717"/>
          <w:placeholder>
            <w:docPart w:val="0CF25581A62849549DB65CFDCF459007"/>
          </w:placeholder>
          <w:comboBox>
            <w:listItem w:displayText="põhikirja" w:value="põhikirja"/>
            <w:listItem w:displayText="volikirja" w:value="volikirja"/>
          </w:comboBox>
        </w:sdtPr>
        <w:sdtContent>
          <w:r w:rsidR="00D02A3C" w:rsidRPr="003B1354">
            <w:rPr>
              <w:spacing w:val="0"/>
            </w:rPr>
            <w:t>põhikirja</w:t>
          </w:r>
        </w:sdtContent>
      </w:sdt>
      <w:r w:rsidRPr="003B1354">
        <w:rPr>
          <w:iCs/>
          <w:spacing w:val="0"/>
        </w:rPr>
        <w:t xml:space="preserve"> alusel </w:t>
      </w:r>
      <w:r w:rsidR="000E549A" w:rsidRPr="003B1354">
        <w:rPr>
          <w:spacing w:val="0"/>
        </w:rPr>
        <w:t xml:space="preserve">juhatuse liige Marti Piirimäe </w:t>
      </w:r>
      <w:r w:rsidRPr="003B1354">
        <w:rPr>
          <w:iCs/>
          <w:spacing w:val="0"/>
        </w:rPr>
        <w:t>teiselt poolt,</w:t>
      </w:r>
    </w:p>
    <w:p w14:paraId="1AAA83FE" w14:textId="77777777" w:rsidR="007E1D19" w:rsidRPr="003B1354" w:rsidRDefault="007E1D19">
      <w:pPr>
        <w:jc w:val="both"/>
        <w:rPr>
          <w:rFonts w:eastAsia="Calibri"/>
        </w:rPr>
      </w:pPr>
    </w:p>
    <w:p w14:paraId="5A83A549" w14:textId="77777777" w:rsidR="00BC1507" w:rsidRPr="003B1354" w:rsidRDefault="00BC1507">
      <w:pPr>
        <w:jc w:val="both"/>
        <w:rPr>
          <w:spacing w:val="0"/>
        </w:rPr>
      </w:pPr>
      <w:r w:rsidRPr="003B1354">
        <w:rPr>
          <w:spacing w:val="0"/>
        </w:rPr>
        <w:t xml:space="preserve">keda nimetatakse edaspidi </w:t>
      </w:r>
      <w:r w:rsidR="00ED00A7" w:rsidRPr="003B1354">
        <w:rPr>
          <w:b/>
          <w:spacing w:val="0"/>
        </w:rPr>
        <w:t>p</w:t>
      </w:r>
      <w:r w:rsidRPr="003B1354">
        <w:rPr>
          <w:b/>
          <w:spacing w:val="0"/>
        </w:rPr>
        <w:t xml:space="preserve">ool </w:t>
      </w:r>
      <w:r w:rsidRPr="003B1354">
        <w:rPr>
          <w:spacing w:val="0"/>
        </w:rPr>
        <w:t xml:space="preserve">või </w:t>
      </w:r>
      <w:r w:rsidR="00A728B9" w:rsidRPr="003B1354">
        <w:rPr>
          <w:spacing w:val="0"/>
        </w:rPr>
        <w:t>ühiselt</w:t>
      </w:r>
      <w:r w:rsidRPr="003B1354">
        <w:rPr>
          <w:spacing w:val="0"/>
        </w:rPr>
        <w:t xml:space="preserve"> </w:t>
      </w:r>
      <w:r w:rsidR="00ED00A7" w:rsidRPr="003B1354">
        <w:rPr>
          <w:b/>
          <w:spacing w:val="0"/>
        </w:rPr>
        <w:t>p</w:t>
      </w:r>
      <w:r w:rsidRPr="003B1354">
        <w:rPr>
          <w:b/>
          <w:spacing w:val="0"/>
        </w:rPr>
        <w:t>ooled</w:t>
      </w:r>
      <w:r w:rsidRPr="003B1354">
        <w:rPr>
          <w:spacing w:val="0"/>
        </w:rPr>
        <w:t>,</w:t>
      </w:r>
    </w:p>
    <w:p w14:paraId="0768D7C3" w14:textId="77777777" w:rsidR="00C70CB6" w:rsidRPr="003B1354" w:rsidRDefault="00C70CB6">
      <w:pPr>
        <w:jc w:val="both"/>
        <w:rPr>
          <w:spacing w:val="0"/>
        </w:rPr>
      </w:pPr>
    </w:p>
    <w:p w14:paraId="5C29F914" w14:textId="00EA3FFB" w:rsidR="00F05163" w:rsidRPr="003B1354" w:rsidRDefault="00F05163" w:rsidP="00F05163">
      <w:pPr>
        <w:jc w:val="both"/>
        <w:rPr>
          <w:spacing w:val="0"/>
        </w:rPr>
      </w:pPr>
      <w:r w:rsidRPr="003B1354">
        <w:rPr>
          <w:spacing w:val="0"/>
        </w:rPr>
        <w:t xml:space="preserve">sõlmisid </w:t>
      </w:r>
      <w:r w:rsidR="00D02A3C" w:rsidRPr="003B1354">
        <w:rPr>
          <w:spacing w:val="0"/>
        </w:rPr>
        <w:t>ühiste kavatsuste protokolli</w:t>
      </w:r>
      <w:r w:rsidRPr="003B1354">
        <w:rPr>
          <w:spacing w:val="0"/>
        </w:rPr>
        <w:t xml:space="preserve">, edaspidi </w:t>
      </w:r>
      <w:r w:rsidR="00BB2A96" w:rsidRPr="003B1354">
        <w:rPr>
          <w:b/>
          <w:spacing w:val="0"/>
        </w:rPr>
        <w:t>kokkulepe</w:t>
      </w:r>
      <w:r w:rsidRPr="003B1354">
        <w:rPr>
          <w:spacing w:val="0"/>
        </w:rPr>
        <w:t>, alljärgnevas:</w:t>
      </w:r>
    </w:p>
    <w:p w14:paraId="514558AB" w14:textId="77777777" w:rsidR="00BC1507" w:rsidRPr="003B1354" w:rsidRDefault="00BC1507">
      <w:pPr>
        <w:jc w:val="both"/>
        <w:rPr>
          <w:b/>
          <w:spacing w:val="0"/>
        </w:rPr>
      </w:pPr>
    </w:p>
    <w:p w14:paraId="6C67813E" w14:textId="5D1EE084" w:rsidR="00BC1507" w:rsidRPr="003B1354" w:rsidRDefault="001454AB" w:rsidP="001E5BB6">
      <w:pPr>
        <w:pStyle w:val="Pealkiri11"/>
        <w:rPr>
          <w:b/>
          <w:spacing w:val="0"/>
        </w:rPr>
      </w:pPr>
      <w:r>
        <w:rPr>
          <w:b/>
          <w:spacing w:val="0"/>
        </w:rPr>
        <w:t>Kokkuleppe</w:t>
      </w:r>
      <w:r w:rsidR="00BC1507" w:rsidRPr="003B1354">
        <w:rPr>
          <w:b/>
          <w:spacing w:val="0"/>
        </w:rPr>
        <w:t xml:space="preserve"> objekt</w:t>
      </w:r>
    </w:p>
    <w:p w14:paraId="06D606DF" w14:textId="6F1BC7C7" w:rsidR="00BC1507" w:rsidRPr="003B1354" w:rsidRDefault="00E63C08" w:rsidP="00F37FB6">
      <w:pPr>
        <w:pStyle w:val="Pealkiri21"/>
        <w:rPr>
          <w:spacing w:val="0"/>
        </w:rPr>
      </w:pPr>
      <w:r w:rsidRPr="003B1354">
        <w:rPr>
          <w:spacing w:val="0"/>
        </w:rPr>
        <w:t>Eesmärgiks on hinnata metsamaal ja rohumaadel kasvavate kaasikute ja kaseistandike produktsiooni, elurikkust ja süsiniku sidumise potentsiaali, kasvukohatingimuste ja erinevate majandamisvõtete mõju kase kasvule ning koostada kasvumudelid</w:t>
      </w:r>
      <w:r w:rsidR="009F2F15">
        <w:rPr>
          <w:spacing w:val="0"/>
        </w:rPr>
        <w:t>.</w:t>
      </w:r>
      <w:r w:rsidRPr="003B1354">
        <w:rPr>
          <w:spacing w:val="0"/>
        </w:rPr>
        <w:t>  </w:t>
      </w:r>
    </w:p>
    <w:p w14:paraId="16214261" w14:textId="224229B4" w:rsidR="0067582D" w:rsidRPr="003B1354" w:rsidRDefault="00A2045C" w:rsidP="00F37FB6">
      <w:pPr>
        <w:pStyle w:val="Pealkiri21"/>
        <w:jc w:val="both"/>
        <w:rPr>
          <w:spacing w:val="0"/>
        </w:rPr>
      </w:pPr>
      <w:r w:rsidRPr="003B1354">
        <w:rPr>
          <w:spacing w:val="0"/>
        </w:rPr>
        <w:t>K</w:t>
      </w:r>
      <w:r w:rsidR="0067582D" w:rsidRPr="003B1354">
        <w:rPr>
          <w:spacing w:val="0"/>
        </w:rPr>
        <w:t xml:space="preserve">oostöö tulemusena valmivad soovitused kaasikute majandamiseks (sh istutamise algtihedus, istutamise seadu, hooldusraiete sagedus, puude optimaalne tihedus erineva viljakusega muldadel erinevates vanuseklassides) eesmärgiga pakkuda kvaliteetset toorainet </w:t>
      </w:r>
      <w:proofErr w:type="spellStart"/>
      <w:r w:rsidR="0067582D" w:rsidRPr="003B1354">
        <w:rPr>
          <w:spacing w:val="0"/>
        </w:rPr>
        <w:t>biopõhiseks</w:t>
      </w:r>
      <w:proofErr w:type="spellEnd"/>
      <w:r w:rsidR="0067582D" w:rsidRPr="003B1354">
        <w:rPr>
          <w:spacing w:val="0"/>
        </w:rPr>
        <w:t xml:space="preserve"> tootmiseks materjali- ja keemiatööstuses.</w:t>
      </w:r>
    </w:p>
    <w:p w14:paraId="5559A28E" w14:textId="77777777" w:rsidR="00B63F10" w:rsidRPr="003B1354" w:rsidRDefault="00B63F10" w:rsidP="00F37FB6">
      <w:pPr>
        <w:pStyle w:val="Pealkiri21"/>
        <w:jc w:val="both"/>
        <w:rPr>
          <w:spacing w:val="0"/>
        </w:rPr>
      </w:pPr>
      <w:r w:rsidRPr="003B1354">
        <w:rPr>
          <w:spacing w:val="0"/>
        </w:rPr>
        <w:t>Kokkuleppega seatud eesmärgid täidetakse 2026. aasta lõpuks.  </w:t>
      </w:r>
    </w:p>
    <w:p w14:paraId="383C035E" w14:textId="5BD1CDC0" w:rsidR="004F2B8D" w:rsidRDefault="00B63F10" w:rsidP="004F2B8D">
      <w:pPr>
        <w:pStyle w:val="Pealkiri21"/>
        <w:jc w:val="both"/>
        <w:rPr>
          <w:spacing w:val="0"/>
        </w:rPr>
      </w:pPr>
      <w:r w:rsidRPr="003B1354">
        <w:rPr>
          <w:spacing w:val="0"/>
        </w:rPr>
        <w:t>Kokkuleppe sõlmimisega ei kaasne pooltele rahalisi kohustusi kokkuleppes soovitud eesmärkide saavutamiseks ning kõik eesmärgi täitmiseks poolte tekkivad kulud katavad pooled ise.</w:t>
      </w:r>
    </w:p>
    <w:p w14:paraId="018ACE11" w14:textId="77777777" w:rsidR="004F2B8D" w:rsidRDefault="004F2B8D" w:rsidP="004F2B8D">
      <w:pPr>
        <w:pStyle w:val="Pealkiri11"/>
        <w:numPr>
          <w:ilvl w:val="0"/>
          <w:numId w:val="0"/>
        </w:numPr>
        <w:ind w:left="432" w:hanging="432"/>
      </w:pPr>
    </w:p>
    <w:p w14:paraId="415CA404" w14:textId="15D87427" w:rsidR="00E85B37" w:rsidRPr="0047248A" w:rsidRDefault="00E85B37" w:rsidP="0047248A">
      <w:pPr>
        <w:pStyle w:val="Pealkiri11"/>
        <w:rPr>
          <w:b/>
          <w:bCs/>
        </w:rPr>
      </w:pPr>
      <w:r w:rsidRPr="0047248A">
        <w:rPr>
          <w:b/>
          <w:bCs/>
        </w:rPr>
        <w:t>Foreko tegevused</w:t>
      </w:r>
      <w:r w:rsidR="0047248A" w:rsidRPr="0047248A">
        <w:rPr>
          <w:b/>
          <w:bCs/>
        </w:rPr>
        <w:t xml:space="preserve"> </w:t>
      </w:r>
    </w:p>
    <w:p w14:paraId="5D0E5BBF" w14:textId="7EA95631" w:rsidR="00856B5E" w:rsidRPr="00856B5E" w:rsidRDefault="00856B5E" w:rsidP="00856B5E">
      <w:pPr>
        <w:pStyle w:val="Pealkiri21"/>
        <w:rPr>
          <w:spacing w:val="0"/>
        </w:rPr>
      </w:pPr>
      <w:r w:rsidRPr="00856B5E">
        <w:rPr>
          <w:spacing w:val="0"/>
        </w:rPr>
        <w:t>Viia läbi mõõtmised ajutistel riigimetsas asuvatel proovitükkidel, mille tulemusena vastatakse järgmistele küsimustele: </w:t>
      </w:r>
    </w:p>
    <w:p w14:paraId="0AE283BC" w14:textId="77777777" w:rsidR="00856B5E" w:rsidRPr="00856B5E" w:rsidRDefault="00856B5E" w:rsidP="00856B5E">
      <w:pPr>
        <w:pStyle w:val="Pealkiri21"/>
        <w:numPr>
          <w:ilvl w:val="1"/>
          <w:numId w:val="12"/>
        </w:numPr>
        <w:rPr>
          <w:spacing w:val="0"/>
        </w:rPr>
      </w:pPr>
      <w:r w:rsidRPr="00856B5E">
        <w:rPr>
          <w:spacing w:val="0"/>
        </w:rPr>
        <w:t xml:space="preserve">Mis tiheduse ja </w:t>
      </w:r>
      <w:proofErr w:type="spellStart"/>
      <w:r w:rsidRPr="00856B5E">
        <w:rPr>
          <w:spacing w:val="0"/>
        </w:rPr>
        <w:t>seaduga</w:t>
      </w:r>
      <w:proofErr w:type="spellEnd"/>
      <w:r w:rsidRPr="00856B5E">
        <w:rPr>
          <w:spacing w:val="0"/>
        </w:rPr>
        <w:t xml:space="preserve"> kaske istutada?  </w:t>
      </w:r>
    </w:p>
    <w:p w14:paraId="2EE47281" w14:textId="77777777" w:rsidR="00856B5E" w:rsidRPr="00856B5E" w:rsidRDefault="00856B5E" w:rsidP="00856B5E">
      <w:pPr>
        <w:pStyle w:val="Pealkiri21"/>
        <w:numPr>
          <w:ilvl w:val="1"/>
          <w:numId w:val="12"/>
        </w:numPr>
        <w:rPr>
          <w:spacing w:val="0"/>
        </w:rPr>
      </w:pPr>
      <w:r w:rsidRPr="00856B5E">
        <w:rPr>
          <w:spacing w:val="0"/>
        </w:rPr>
        <w:t>Millised on soovitused kultuurihooldusteks? </w:t>
      </w:r>
    </w:p>
    <w:p w14:paraId="0D0982FA" w14:textId="77777777" w:rsidR="00856B5E" w:rsidRPr="00856B5E" w:rsidRDefault="00856B5E" w:rsidP="00856B5E">
      <w:pPr>
        <w:pStyle w:val="Pealkiri21"/>
        <w:numPr>
          <w:ilvl w:val="1"/>
          <w:numId w:val="12"/>
        </w:numPr>
        <w:rPr>
          <w:spacing w:val="0"/>
        </w:rPr>
      </w:pPr>
      <w:r w:rsidRPr="00856B5E">
        <w:rPr>
          <w:spacing w:val="0"/>
        </w:rPr>
        <w:t>Mis kraadiga ja millal valgustusi/ harvendusi teostada?  </w:t>
      </w:r>
    </w:p>
    <w:p w14:paraId="40F26891" w14:textId="77777777" w:rsidR="00856B5E" w:rsidRPr="00856B5E" w:rsidRDefault="00856B5E" w:rsidP="00856B5E">
      <w:pPr>
        <w:pStyle w:val="Pealkiri21"/>
        <w:numPr>
          <w:ilvl w:val="1"/>
          <w:numId w:val="12"/>
        </w:numPr>
        <w:rPr>
          <w:spacing w:val="0"/>
        </w:rPr>
      </w:pPr>
      <w:r w:rsidRPr="00856B5E">
        <w:rPr>
          <w:spacing w:val="0"/>
        </w:rPr>
        <w:t>Missugused parameetrid on kõige optimaalsemad hindamaks kaasikute kasvamist (võra ulatus, D/H suhe)?  </w:t>
      </w:r>
    </w:p>
    <w:p w14:paraId="2EA261E9" w14:textId="77777777" w:rsidR="00856B5E" w:rsidRPr="00856B5E" w:rsidRDefault="00856B5E" w:rsidP="00856B5E">
      <w:pPr>
        <w:pStyle w:val="Pealkiri21"/>
        <w:numPr>
          <w:ilvl w:val="1"/>
          <w:numId w:val="12"/>
        </w:numPr>
        <w:rPr>
          <w:spacing w:val="0"/>
        </w:rPr>
      </w:pPr>
      <w:r w:rsidRPr="00856B5E">
        <w:rPr>
          <w:spacing w:val="0"/>
        </w:rPr>
        <w:t>Millised on harvendamisega kaasnevad riskid?   </w:t>
      </w:r>
    </w:p>
    <w:p w14:paraId="2692FC51" w14:textId="77777777" w:rsidR="00856B5E" w:rsidRPr="00856B5E" w:rsidRDefault="00856B5E" w:rsidP="00856B5E">
      <w:pPr>
        <w:pStyle w:val="Pealkiri21"/>
        <w:numPr>
          <w:ilvl w:val="1"/>
          <w:numId w:val="12"/>
        </w:numPr>
        <w:rPr>
          <w:spacing w:val="0"/>
        </w:rPr>
      </w:pPr>
      <w:r w:rsidRPr="00856B5E">
        <w:rPr>
          <w:spacing w:val="0"/>
        </w:rPr>
        <w:t>Milline on optimaalne harvendamise sihttase, kas teaduskirjanduse põhjal minimaalne tihedus või tuleb riskide maandamiseks kasutada puhvrit? </w:t>
      </w:r>
    </w:p>
    <w:p w14:paraId="6FE66CA4" w14:textId="5EFDB3E8" w:rsidR="00856B5E" w:rsidRPr="00856B5E" w:rsidRDefault="00856B5E" w:rsidP="00856B5E">
      <w:pPr>
        <w:pStyle w:val="Pealkiri21"/>
        <w:rPr>
          <w:spacing w:val="0"/>
        </w:rPr>
      </w:pPr>
      <w:r w:rsidRPr="00856B5E">
        <w:rPr>
          <w:spacing w:val="0"/>
        </w:rPr>
        <w:t>Koostöö ajutiste proovitükkide mõõtmiste metoodika väljatöötamiseks</w:t>
      </w:r>
      <w:r w:rsidR="00825D56">
        <w:rPr>
          <w:spacing w:val="0"/>
        </w:rPr>
        <w:t>.</w:t>
      </w:r>
    </w:p>
    <w:p w14:paraId="75E2B8C6" w14:textId="58CB04DE" w:rsidR="00856B5E" w:rsidRPr="00856B5E" w:rsidRDefault="00856B5E" w:rsidP="00856B5E">
      <w:pPr>
        <w:pStyle w:val="Pealkiri21"/>
        <w:rPr>
          <w:spacing w:val="0"/>
        </w:rPr>
      </w:pPr>
      <w:r w:rsidRPr="00856B5E">
        <w:rPr>
          <w:spacing w:val="0"/>
        </w:rPr>
        <w:t>Mõõtmistulemuste alusel koostatud kaasikute majandamise soovituste valideerimine teadlastega ja tutvustamine RMK-</w:t>
      </w:r>
      <w:proofErr w:type="spellStart"/>
      <w:r w:rsidRPr="00856B5E">
        <w:rPr>
          <w:spacing w:val="0"/>
        </w:rPr>
        <w:t>le</w:t>
      </w:r>
      <w:proofErr w:type="spellEnd"/>
      <w:r w:rsidRPr="00856B5E">
        <w:rPr>
          <w:spacing w:val="0"/>
        </w:rPr>
        <w:t>.  </w:t>
      </w:r>
    </w:p>
    <w:p w14:paraId="2AEDA9A6" w14:textId="77777777" w:rsidR="004F007F" w:rsidRPr="003B1354" w:rsidRDefault="004F007F" w:rsidP="00F37FB6">
      <w:pPr>
        <w:jc w:val="both"/>
        <w:rPr>
          <w:spacing w:val="0"/>
        </w:rPr>
      </w:pPr>
    </w:p>
    <w:p w14:paraId="7A920B49" w14:textId="0B5E4A37" w:rsidR="00BC1507" w:rsidRPr="003B1354" w:rsidRDefault="00856B5E" w:rsidP="00F37FB6">
      <w:pPr>
        <w:pStyle w:val="Pealkiri11"/>
        <w:jc w:val="both"/>
        <w:rPr>
          <w:b/>
          <w:spacing w:val="0"/>
        </w:rPr>
      </w:pPr>
      <w:r w:rsidRPr="003B1354">
        <w:rPr>
          <w:b/>
          <w:spacing w:val="0"/>
        </w:rPr>
        <w:t>RMK tegevused</w:t>
      </w:r>
    </w:p>
    <w:p w14:paraId="7203C140" w14:textId="1C60287E" w:rsidR="00EF62F1" w:rsidRPr="003B1354" w:rsidRDefault="00EF62F1" w:rsidP="00EF62F1">
      <w:pPr>
        <w:jc w:val="both"/>
        <w:rPr>
          <w:spacing w:val="0"/>
        </w:rPr>
      </w:pPr>
      <w:r w:rsidRPr="003B1354">
        <w:rPr>
          <w:spacing w:val="0"/>
        </w:rPr>
        <w:t>3.1. Pakkuda Foreko OÜ-le alad ajutiste proovitükkide loomiseks</w:t>
      </w:r>
      <w:r w:rsidR="00825D56">
        <w:rPr>
          <w:spacing w:val="0"/>
        </w:rPr>
        <w:t>.</w:t>
      </w:r>
    </w:p>
    <w:p w14:paraId="1519B774" w14:textId="5A11D593" w:rsidR="00EF62F1" w:rsidRPr="003B1354" w:rsidRDefault="00EF62F1" w:rsidP="00EF62F1">
      <w:pPr>
        <w:jc w:val="both"/>
        <w:rPr>
          <w:spacing w:val="0"/>
        </w:rPr>
      </w:pPr>
      <w:r w:rsidRPr="003B1354">
        <w:rPr>
          <w:spacing w:val="0"/>
        </w:rPr>
        <w:t xml:space="preserve">3.2. Tagada alade </w:t>
      </w:r>
      <w:proofErr w:type="spellStart"/>
      <w:r w:rsidRPr="003B1354">
        <w:rPr>
          <w:spacing w:val="0"/>
        </w:rPr>
        <w:t>takseerkirjeldused</w:t>
      </w:r>
      <w:proofErr w:type="spellEnd"/>
      <w:r w:rsidRPr="003B1354">
        <w:rPr>
          <w:spacing w:val="0"/>
        </w:rPr>
        <w:t xml:space="preserve"> ning info läbi viidud metsakasvatuslike ja varumisega seotud tööde kohta</w:t>
      </w:r>
      <w:r w:rsidR="00825D56">
        <w:rPr>
          <w:spacing w:val="0"/>
        </w:rPr>
        <w:t>.</w:t>
      </w:r>
    </w:p>
    <w:p w14:paraId="7D0F1802" w14:textId="02CC4B74" w:rsidR="00A3137D" w:rsidRPr="003B1354" w:rsidRDefault="00EF62F1" w:rsidP="00EF62F1">
      <w:pPr>
        <w:jc w:val="both"/>
        <w:rPr>
          <w:spacing w:val="0"/>
        </w:rPr>
      </w:pPr>
      <w:r w:rsidRPr="003B1354">
        <w:rPr>
          <w:spacing w:val="0"/>
        </w:rPr>
        <w:t>3.3. Koostöö ajutiste proovitükkide mõõtmiste metoodika väljatöötamiseks.</w:t>
      </w:r>
    </w:p>
    <w:p w14:paraId="053EED6B" w14:textId="77777777" w:rsidR="00EF62F1" w:rsidRPr="003B1354" w:rsidRDefault="00EF62F1" w:rsidP="00EF62F1">
      <w:pPr>
        <w:jc w:val="both"/>
        <w:rPr>
          <w:spacing w:val="0"/>
        </w:rPr>
      </w:pPr>
    </w:p>
    <w:p w14:paraId="4F2252CD" w14:textId="77777777" w:rsidR="00185D39" w:rsidRPr="003B1354" w:rsidRDefault="007F5B71" w:rsidP="00825D56">
      <w:pPr>
        <w:pStyle w:val="Pealkiri11"/>
        <w:jc w:val="both"/>
        <w:rPr>
          <w:b/>
          <w:spacing w:val="0"/>
        </w:rPr>
      </w:pPr>
      <w:r w:rsidRPr="003B1354">
        <w:rPr>
          <w:b/>
          <w:spacing w:val="0"/>
        </w:rPr>
        <w:lastRenderedPageBreak/>
        <w:t>Poolte</w:t>
      </w:r>
      <w:r w:rsidR="00185D39" w:rsidRPr="003B1354">
        <w:rPr>
          <w:b/>
          <w:spacing w:val="0"/>
        </w:rPr>
        <w:t xml:space="preserve"> esindaja</w:t>
      </w:r>
      <w:r w:rsidRPr="003B1354">
        <w:rPr>
          <w:b/>
          <w:spacing w:val="0"/>
        </w:rPr>
        <w:t>d</w:t>
      </w:r>
      <w:r w:rsidR="00185D39" w:rsidRPr="003B1354">
        <w:rPr>
          <w:b/>
          <w:spacing w:val="0"/>
        </w:rPr>
        <w:t xml:space="preserve"> ja kontaktandmed</w:t>
      </w:r>
    </w:p>
    <w:p w14:paraId="72CF5DA8" w14:textId="09ED0577" w:rsidR="004F007F" w:rsidRPr="003B1354" w:rsidRDefault="00185D39" w:rsidP="00825D56">
      <w:pPr>
        <w:pStyle w:val="Pealkiri21"/>
        <w:jc w:val="both"/>
        <w:rPr>
          <w:spacing w:val="0"/>
        </w:rPr>
      </w:pPr>
      <w:r w:rsidRPr="003B1354">
        <w:rPr>
          <w:spacing w:val="0"/>
        </w:rPr>
        <w:t xml:space="preserve">Tellija esindaja on RMK </w:t>
      </w:r>
      <w:r w:rsidR="00C209D7" w:rsidRPr="003B1354">
        <w:rPr>
          <w:spacing w:val="0"/>
        </w:rPr>
        <w:t>metsakasvatuse ja taimlamajanduse valdkonna juht Toomas Väät, te</w:t>
      </w:r>
      <w:r w:rsidR="004F007F" w:rsidRPr="003B1354">
        <w:rPr>
          <w:spacing w:val="0"/>
        </w:rPr>
        <w:t>l</w:t>
      </w:r>
      <w:r w:rsidR="002A5BF9" w:rsidRPr="003B1354">
        <w:rPr>
          <w:spacing w:val="0"/>
        </w:rPr>
        <w:t xml:space="preserve"> 5205734, </w:t>
      </w:r>
      <w:r w:rsidR="004F007F" w:rsidRPr="003B1354">
        <w:rPr>
          <w:spacing w:val="0"/>
        </w:rPr>
        <w:t xml:space="preserve">e-post </w:t>
      </w:r>
      <w:hyperlink r:id="rId10" w:history="1">
        <w:r w:rsidR="002A5BF9" w:rsidRPr="003B1354">
          <w:rPr>
            <w:rStyle w:val="Hyperlink"/>
            <w:spacing w:val="0"/>
          </w:rPr>
          <w:t>toomas.vaat@rmk.ee</w:t>
        </w:r>
      </w:hyperlink>
      <w:r w:rsidR="002A5BF9" w:rsidRPr="003B1354">
        <w:rPr>
          <w:spacing w:val="0"/>
        </w:rPr>
        <w:t xml:space="preserve">. </w:t>
      </w:r>
    </w:p>
    <w:p w14:paraId="52A48281" w14:textId="237AEB27" w:rsidR="005355A1" w:rsidRDefault="004F007F" w:rsidP="005355A1">
      <w:pPr>
        <w:pStyle w:val="Pealkiri21"/>
        <w:jc w:val="both"/>
        <w:rPr>
          <w:spacing w:val="0"/>
        </w:rPr>
      </w:pPr>
      <w:r w:rsidRPr="003B1354">
        <w:rPr>
          <w:spacing w:val="0"/>
        </w:rPr>
        <w:t xml:space="preserve">Töövõtja esindaja on </w:t>
      </w:r>
      <w:r w:rsidR="003909FA">
        <w:rPr>
          <w:spacing w:val="0"/>
        </w:rPr>
        <w:t>metsanduse projektijuht Meelis Meigo</w:t>
      </w:r>
      <w:r w:rsidR="003909FA" w:rsidRPr="003B1354">
        <w:rPr>
          <w:spacing w:val="0"/>
        </w:rPr>
        <w:t xml:space="preserve"> </w:t>
      </w:r>
      <w:r w:rsidR="002A5BF9" w:rsidRPr="003B1354">
        <w:rPr>
          <w:spacing w:val="0"/>
        </w:rPr>
        <w:t xml:space="preserve">, </w:t>
      </w:r>
      <w:r w:rsidRPr="003B1354">
        <w:rPr>
          <w:spacing w:val="0"/>
        </w:rPr>
        <w:t>tel</w:t>
      </w:r>
      <w:r w:rsidR="00A13822">
        <w:rPr>
          <w:spacing w:val="0"/>
        </w:rPr>
        <w:t xml:space="preserve"> 5343</w:t>
      </w:r>
      <w:r w:rsidR="005355A1">
        <w:rPr>
          <w:spacing w:val="0"/>
        </w:rPr>
        <w:t>1486</w:t>
      </w:r>
      <w:r w:rsidR="002A5BF9" w:rsidRPr="003B1354">
        <w:rPr>
          <w:spacing w:val="0"/>
        </w:rPr>
        <w:t xml:space="preserve">, </w:t>
      </w:r>
      <w:r w:rsidRPr="003B1354">
        <w:rPr>
          <w:spacing w:val="0"/>
        </w:rPr>
        <w:t xml:space="preserve">e-post </w:t>
      </w:r>
      <w:hyperlink r:id="rId11" w:history="1">
        <w:r w:rsidR="005355A1" w:rsidRPr="002F13D5">
          <w:rPr>
            <w:rStyle w:val="Hyperlink"/>
            <w:spacing w:val="0"/>
          </w:rPr>
          <w:t>meelis.meigo@foreko.ee</w:t>
        </w:r>
      </w:hyperlink>
      <w:r w:rsidR="005355A1">
        <w:rPr>
          <w:spacing w:val="0"/>
        </w:rPr>
        <w:t>.</w:t>
      </w:r>
    </w:p>
    <w:p w14:paraId="5522ED74" w14:textId="77777777" w:rsidR="005355A1" w:rsidRPr="005355A1" w:rsidRDefault="005355A1" w:rsidP="005355A1">
      <w:pPr>
        <w:pStyle w:val="Pealkiri21"/>
        <w:numPr>
          <w:ilvl w:val="0"/>
          <w:numId w:val="0"/>
        </w:numPr>
        <w:ind w:left="576"/>
        <w:jc w:val="both"/>
        <w:rPr>
          <w:spacing w:val="0"/>
        </w:rPr>
      </w:pPr>
    </w:p>
    <w:p w14:paraId="426E89B8" w14:textId="77777777" w:rsidR="00BC1507" w:rsidRPr="003B1354" w:rsidRDefault="00BC1507" w:rsidP="00825D56">
      <w:pPr>
        <w:jc w:val="both"/>
        <w:rPr>
          <w:spacing w:val="0"/>
        </w:rPr>
      </w:pPr>
    </w:p>
    <w:p w14:paraId="16AF7B1A" w14:textId="77777777" w:rsidR="00185D39" w:rsidRPr="003B1354" w:rsidRDefault="00185D39" w:rsidP="00825D56">
      <w:pPr>
        <w:pStyle w:val="Pealkiri11"/>
        <w:jc w:val="both"/>
        <w:rPr>
          <w:b/>
          <w:spacing w:val="0"/>
        </w:rPr>
      </w:pPr>
      <w:r w:rsidRPr="003B1354">
        <w:rPr>
          <w:b/>
          <w:spacing w:val="0"/>
        </w:rPr>
        <w:t xml:space="preserve">Lepingu lõppemine ja lõpetamine </w:t>
      </w:r>
    </w:p>
    <w:p w14:paraId="4E52C695" w14:textId="77777777" w:rsidR="00825D56" w:rsidRPr="00825D56" w:rsidRDefault="00825D56" w:rsidP="00825D56">
      <w:pPr>
        <w:pStyle w:val="Pealkiri21"/>
        <w:jc w:val="both"/>
        <w:rPr>
          <w:spacing w:val="0"/>
        </w:rPr>
      </w:pPr>
      <w:r w:rsidRPr="00825D56">
        <w:rPr>
          <w:spacing w:val="0"/>
        </w:rPr>
        <w:t>Käesolev kokkulepe kehtib alates 20.03.2025 kuni 31.12.2026 ja/või kuni kõikide kokkuleppes välja toodud eesmärkide täitmiseni mõlema poole poolt.</w:t>
      </w:r>
    </w:p>
    <w:p w14:paraId="253A7B49" w14:textId="72F265B2" w:rsidR="00185D39" w:rsidRPr="003B1354" w:rsidRDefault="00DD2D23" w:rsidP="00825D56">
      <w:pPr>
        <w:pStyle w:val="Pealkiri21"/>
        <w:jc w:val="both"/>
        <w:rPr>
          <w:spacing w:val="0"/>
        </w:rPr>
      </w:pPr>
      <w:r w:rsidRPr="003B1354">
        <w:rPr>
          <w:spacing w:val="0"/>
        </w:rPr>
        <w:t>Ühiste kavatsuste protokoll on allkirjastatud digitaalselt.</w:t>
      </w:r>
    </w:p>
    <w:p w14:paraId="7F9D7798" w14:textId="77777777" w:rsidR="0063054E" w:rsidRPr="003B1354" w:rsidRDefault="0063054E">
      <w:pPr>
        <w:spacing w:line="240" w:lineRule="exact"/>
        <w:jc w:val="both"/>
        <w:rPr>
          <w:spacing w:val="0"/>
        </w:rPr>
      </w:pPr>
    </w:p>
    <w:p w14:paraId="57020112" w14:textId="77777777" w:rsidR="00185D39" w:rsidRPr="003B1354" w:rsidRDefault="00185D39">
      <w:pPr>
        <w:spacing w:line="240" w:lineRule="exact"/>
        <w:jc w:val="both"/>
        <w:rPr>
          <w:b/>
          <w:spacing w:val="0"/>
        </w:rPr>
      </w:pPr>
    </w:p>
    <w:p w14:paraId="02EFFD50" w14:textId="77777777" w:rsidR="00BC1507" w:rsidRPr="003B1354" w:rsidRDefault="00FB6CBB">
      <w:pPr>
        <w:spacing w:line="240" w:lineRule="exact"/>
        <w:jc w:val="both"/>
        <w:rPr>
          <w:b/>
          <w:spacing w:val="0"/>
        </w:rPr>
      </w:pPr>
      <w:r w:rsidRPr="003B1354">
        <w:rPr>
          <w:b/>
          <w:spacing w:val="0"/>
        </w:rPr>
        <w:t>Poolte andmed ja allkirjad</w:t>
      </w:r>
    </w:p>
    <w:p w14:paraId="4BD59D82" w14:textId="77777777" w:rsidR="00185D39" w:rsidRPr="003B1354" w:rsidRDefault="00185D39" w:rsidP="00185D39">
      <w:pPr>
        <w:pStyle w:val="Heading4"/>
        <w:ind w:left="0" w:firstLine="0"/>
        <w:jc w:val="both"/>
        <w:rPr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2"/>
        <w:gridCol w:w="4502"/>
      </w:tblGrid>
      <w:tr w:rsidR="00787786" w:rsidRPr="003B1354" w14:paraId="4B4F3557" w14:textId="77777777" w:rsidTr="00787786">
        <w:tc>
          <w:tcPr>
            <w:tcW w:w="4502" w:type="dxa"/>
          </w:tcPr>
          <w:p w14:paraId="7E7AC159" w14:textId="77777777" w:rsidR="00787786" w:rsidRPr="003B1354" w:rsidRDefault="00787786">
            <w:pPr>
              <w:pStyle w:val="Heading2"/>
              <w:rPr>
                <w:b/>
                <w:i w:val="0"/>
              </w:rPr>
            </w:pPr>
          </w:p>
        </w:tc>
        <w:tc>
          <w:tcPr>
            <w:tcW w:w="4502" w:type="dxa"/>
          </w:tcPr>
          <w:p w14:paraId="46587A0E" w14:textId="77777777" w:rsidR="00787786" w:rsidRPr="003B1354" w:rsidRDefault="00787786">
            <w:pPr>
              <w:pStyle w:val="Heading2"/>
              <w:rPr>
                <w:b/>
                <w:i w:val="0"/>
              </w:rPr>
            </w:pPr>
          </w:p>
        </w:tc>
      </w:tr>
      <w:tr w:rsidR="00787786" w:rsidRPr="003B1354" w14:paraId="79E8920D" w14:textId="77777777" w:rsidTr="00787786">
        <w:tc>
          <w:tcPr>
            <w:tcW w:w="4502" w:type="dxa"/>
          </w:tcPr>
          <w:p w14:paraId="38BE24AC" w14:textId="77777777" w:rsidR="00787786" w:rsidRPr="003B1354" w:rsidRDefault="00787786" w:rsidP="00787786">
            <w:pPr>
              <w:tabs>
                <w:tab w:val="left" w:pos="4320"/>
              </w:tabs>
              <w:jc w:val="both"/>
              <w:rPr>
                <w:spacing w:val="0"/>
              </w:rPr>
            </w:pPr>
            <w:r w:rsidRPr="003B1354">
              <w:rPr>
                <w:spacing w:val="0"/>
              </w:rPr>
              <w:t>Riigimetsa Majandamise Keskus</w:t>
            </w:r>
          </w:p>
        </w:tc>
        <w:tc>
          <w:tcPr>
            <w:tcW w:w="4502" w:type="dxa"/>
          </w:tcPr>
          <w:p w14:paraId="71919AB2" w14:textId="0DF23393" w:rsidR="00787786" w:rsidRPr="003B1354" w:rsidRDefault="008E28AB">
            <w:pPr>
              <w:pStyle w:val="Heading2"/>
              <w:rPr>
                <w:i w:val="0"/>
              </w:rPr>
            </w:pPr>
            <w:r w:rsidRPr="003B1354">
              <w:rPr>
                <w:i w:val="0"/>
              </w:rPr>
              <w:t>Foreko OÜ</w:t>
            </w:r>
          </w:p>
        </w:tc>
      </w:tr>
      <w:tr w:rsidR="00787786" w:rsidRPr="003B1354" w14:paraId="18D91323" w14:textId="77777777" w:rsidTr="00787786">
        <w:tc>
          <w:tcPr>
            <w:tcW w:w="4502" w:type="dxa"/>
          </w:tcPr>
          <w:p w14:paraId="6A37F26F" w14:textId="77777777" w:rsidR="00787786" w:rsidRPr="003B1354" w:rsidRDefault="00787786" w:rsidP="00787786">
            <w:pPr>
              <w:tabs>
                <w:tab w:val="left" w:pos="4320"/>
              </w:tabs>
              <w:jc w:val="both"/>
              <w:rPr>
                <w:spacing w:val="0"/>
              </w:rPr>
            </w:pPr>
            <w:r w:rsidRPr="003B1354">
              <w:rPr>
                <w:spacing w:val="0"/>
              </w:rPr>
              <w:t>Registrikood 70004459</w:t>
            </w:r>
          </w:p>
        </w:tc>
        <w:tc>
          <w:tcPr>
            <w:tcW w:w="4502" w:type="dxa"/>
          </w:tcPr>
          <w:p w14:paraId="7F5C73F2" w14:textId="7E4C1E33" w:rsidR="00787786" w:rsidRPr="003B1354" w:rsidRDefault="00787786">
            <w:pPr>
              <w:pStyle w:val="Heading2"/>
              <w:rPr>
                <w:i w:val="0"/>
              </w:rPr>
            </w:pPr>
            <w:r w:rsidRPr="003B1354">
              <w:rPr>
                <w:i w:val="0"/>
              </w:rPr>
              <w:t xml:space="preserve">Registrikood </w:t>
            </w:r>
            <w:r w:rsidR="003B1354" w:rsidRPr="003B1354">
              <w:rPr>
                <w:i w:val="0"/>
              </w:rPr>
              <w:t>12028699</w:t>
            </w:r>
          </w:p>
        </w:tc>
      </w:tr>
      <w:tr w:rsidR="00787786" w:rsidRPr="003B1354" w14:paraId="32463CAA" w14:textId="77777777" w:rsidTr="00787786">
        <w:tc>
          <w:tcPr>
            <w:tcW w:w="4502" w:type="dxa"/>
          </w:tcPr>
          <w:p w14:paraId="5ABFE1E2" w14:textId="77777777" w:rsidR="00972864" w:rsidRPr="003B1354" w:rsidRDefault="00E825A6" w:rsidP="008A5B84">
            <w:pPr>
              <w:pStyle w:val="Heading2"/>
              <w:rPr>
                <w:i w:val="0"/>
              </w:rPr>
            </w:pPr>
            <w:r w:rsidRPr="003B1354">
              <w:rPr>
                <w:i w:val="0"/>
              </w:rPr>
              <w:t xml:space="preserve">Mõisa/3, </w:t>
            </w:r>
            <w:r w:rsidR="00972864" w:rsidRPr="003B1354">
              <w:rPr>
                <w:i w:val="0"/>
              </w:rPr>
              <w:t xml:space="preserve">Sagadi küla, </w:t>
            </w:r>
            <w:r w:rsidR="008A5B84" w:rsidRPr="003B1354">
              <w:rPr>
                <w:i w:val="0"/>
              </w:rPr>
              <w:t xml:space="preserve">Haljala </w:t>
            </w:r>
            <w:r w:rsidR="00972864" w:rsidRPr="003B1354">
              <w:rPr>
                <w:i w:val="0"/>
              </w:rPr>
              <w:t>vald</w:t>
            </w:r>
          </w:p>
        </w:tc>
        <w:tc>
          <w:tcPr>
            <w:tcW w:w="4502" w:type="dxa"/>
          </w:tcPr>
          <w:p w14:paraId="0E496F79" w14:textId="28CAE7B9" w:rsidR="00787786" w:rsidRPr="003B1354" w:rsidRDefault="006F2E32">
            <w:pPr>
              <w:pStyle w:val="Heading2"/>
              <w:rPr>
                <w:i w:val="0"/>
              </w:rPr>
            </w:pPr>
            <w:r w:rsidRPr="003B1354">
              <w:rPr>
                <w:i w:val="0"/>
              </w:rPr>
              <w:t>Mõisa 4, 13522 Tallinn</w:t>
            </w:r>
          </w:p>
        </w:tc>
      </w:tr>
      <w:tr w:rsidR="00787786" w:rsidRPr="003B1354" w14:paraId="231C5484" w14:textId="77777777" w:rsidTr="00787786">
        <w:tc>
          <w:tcPr>
            <w:tcW w:w="4502" w:type="dxa"/>
          </w:tcPr>
          <w:p w14:paraId="4B921914" w14:textId="77777777" w:rsidR="00972864" w:rsidRPr="003B1354" w:rsidRDefault="008A5B84" w:rsidP="00972864">
            <w:pPr>
              <w:pStyle w:val="Heading2"/>
              <w:rPr>
                <w:i w:val="0"/>
              </w:rPr>
            </w:pPr>
            <w:r w:rsidRPr="003B1354">
              <w:rPr>
                <w:i w:val="0"/>
              </w:rPr>
              <w:t xml:space="preserve">45403 </w:t>
            </w:r>
            <w:r w:rsidR="00972864" w:rsidRPr="003B1354">
              <w:rPr>
                <w:i w:val="0"/>
              </w:rPr>
              <w:t>Lääne-Viru maakond</w:t>
            </w:r>
          </w:p>
        </w:tc>
        <w:tc>
          <w:tcPr>
            <w:tcW w:w="4502" w:type="dxa"/>
          </w:tcPr>
          <w:p w14:paraId="3ED8ED81" w14:textId="048A70C2" w:rsidR="00787786" w:rsidRPr="003B1354" w:rsidRDefault="00787786">
            <w:pPr>
              <w:pStyle w:val="Heading2"/>
              <w:rPr>
                <w:i w:val="0"/>
              </w:rPr>
            </w:pPr>
            <w:r w:rsidRPr="003B1354">
              <w:rPr>
                <w:i w:val="0"/>
              </w:rPr>
              <w:t xml:space="preserve">Tel </w:t>
            </w:r>
            <w:r w:rsidR="009A2E56" w:rsidRPr="003B1354">
              <w:rPr>
                <w:i w:val="0"/>
              </w:rPr>
              <w:t>5323 3550</w:t>
            </w:r>
          </w:p>
        </w:tc>
      </w:tr>
      <w:tr w:rsidR="00787786" w:rsidRPr="003B1354" w14:paraId="5B14D4CA" w14:textId="77777777" w:rsidTr="00787786">
        <w:tc>
          <w:tcPr>
            <w:tcW w:w="4502" w:type="dxa"/>
          </w:tcPr>
          <w:p w14:paraId="10E31FF3" w14:textId="77777777" w:rsidR="00787786" w:rsidRPr="003B1354" w:rsidRDefault="00972864" w:rsidP="00972864">
            <w:pPr>
              <w:pStyle w:val="Heading2"/>
              <w:rPr>
                <w:i w:val="0"/>
              </w:rPr>
            </w:pPr>
            <w:r w:rsidRPr="003B1354">
              <w:rPr>
                <w:i w:val="0"/>
              </w:rPr>
              <w:t>Tel 676 7500</w:t>
            </w:r>
          </w:p>
        </w:tc>
        <w:tc>
          <w:tcPr>
            <w:tcW w:w="4502" w:type="dxa"/>
          </w:tcPr>
          <w:p w14:paraId="744D7881" w14:textId="4D866320" w:rsidR="00787786" w:rsidRPr="003B1354" w:rsidRDefault="00787786">
            <w:pPr>
              <w:pStyle w:val="Heading2"/>
              <w:rPr>
                <w:i w:val="0"/>
              </w:rPr>
            </w:pPr>
            <w:r w:rsidRPr="003B1354">
              <w:rPr>
                <w:i w:val="0"/>
              </w:rPr>
              <w:t xml:space="preserve">E-post </w:t>
            </w:r>
            <w:r w:rsidR="006B0971" w:rsidRPr="003B1354">
              <w:rPr>
                <w:i w:val="0"/>
              </w:rPr>
              <w:t>info@foreko.ee</w:t>
            </w:r>
          </w:p>
        </w:tc>
      </w:tr>
      <w:tr w:rsidR="00787786" w:rsidRPr="003B1354" w14:paraId="697F0D20" w14:textId="77777777" w:rsidTr="00787786">
        <w:tc>
          <w:tcPr>
            <w:tcW w:w="4502" w:type="dxa"/>
          </w:tcPr>
          <w:p w14:paraId="493420D3" w14:textId="77777777" w:rsidR="00787786" w:rsidRPr="003B1354" w:rsidRDefault="00972864">
            <w:pPr>
              <w:pStyle w:val="Heading2"/>
              <w:rPr>
                <w:i w:val="0"/>
              </w:rPr>
            </w:pPr>
            <w:r w:rsidRPr="003B1354">
              <w:rPr>
                <w:i w:val="0"/>
              </w:rPr>
              <w:t>E-post rmk@rmk.ee</w:t>
            </w:r>
          </w:p>
        </w:tc>
        <w:tc>
          <w:tcPr>
            <w:tcW w:w="4502" w:type="dxa"/>
          </w:tcPr>
          <w:p w14:paraId="6FDC1784" w14:textId="77777777" w:rsidR="00787786" w:rsidRPr="003B1354" w:rsidRDefault="00787786">
            <w:pPr>
              <w:pStyle w:val="Heading2"/>
              <w:rPr>
                <w:i w:val="0"/>
              </w:rPr>
            </w:pPr>
          </w:p>
        </w:tc>
      </w:tr>
      <w:tr w:rsidR="00787786" w:rsidRPr="003B1354" w14:paraId="37BA79A9" w14:textId="77777777" w:rsidTr="00787786">
        <w:trPr>
          <w:trHeight w:val="70"/>
        </w:trPr>
        <w:tc>
          <w:tcPr>
            <w:tcW w:w="4502" w:type="dxa"/>
          </w:tcPr>
          <w:p w14:paraId="4A276D4D" w14:textId="77777777" w:rsidR="00787786" w:rsidRPr="003B1354" w:rsidRDefault="00787786">
            <w:pPr>
              <w:pStyle w:val="Heading2"/>
              <w:rPr>
                <w:i w:val="0"/>
              </w:rPr>
            </w:pPr>
          </w:p>
        </w:tc>
        <w:tc>
          <w:tcPr>
            <w:tcW w:w="4502" w:type="dxa"/>
          </w:tcPr>
          <w:p w14:paraId="6598F34B" w14:textId="77777777" w:rsidR="00787786" w:rsidRPr="003B1354" w:rsidRDefault="00787786">
            <w:pPr>
              <w:pStyle w:val="Heading2"/>
              <w:rPr>
                <w:i w:val="0"/>
              </w:rPr>
            </w:pPr>
          </w:p>
        </w:tc>
      </w:tr>
      <w:tr w:rsidR="00787786" w:rsidRPr="003B1354" w14:paraId="58278CA6" w14:textId="77777777" w:rsidTr="00787786">
        <w:trPr>
          <w:trHeight w:val="70"/>
        </w:trPr>
        <w:tc>
          <w:tcPr>
            <w:tcW w:w="4502" w:type="dxa"/>
          </w:tcPr>
          <w:p w14:paraId="07DA1413" w14:textId="6334BB0C" w:rsidR="00787786" w:rsidRPr="003B1354" w:rsidRDefault="00000000">
            <w:pPr>
              <w:pStyle w:val="Heading2"/>
              <w:rPr>
                <w:i w:val="0"/>
              </w:rPr>
            </w:pPr>
            <w:sdt>
              <w:sdtPr>
                <w:rPr>
                  <w:i w:val="0"/>
                </w:rPr>
                <w:id w:val="698586215"/>
                <w:placeholder>
                  <w:docPart w:val="CF22D21D6A404B6B8340BBFD84E92CCA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2A5BF9" w:rsidRPr="003B1354">
                  <w:rPr>
                    <w:i w:val="0"/>
                  </w:rPr>
                  <w:t>(allkirjastatud digitaalselt)</w:t>
                </w:r>
              </w:sdtContent>
            </w:sdt>
          </w:p>
        </w:tc>
        <w:tc>
          <w:tcPr>
            <w:tcW w:w="4502" w:type="dxa"/>
          </w:tcPr>
          <w:p w14:paraId="5440E1E9" w14:textId="07D8917A" w:rsidR="00787786" w:rsidRPr="003B1354" w:rsidRDefault="00000000">
            <w:pPr>
              <w:pStyle w:val="Heading2"/>
              <w:rPr>
                <w:i w:val="0"/>
              </w:rPr>
            </w:pPr>
            <w:sdt>
              <w:sdtPr>
                <w:rPr>
                  <w:i w:val="0"/>
                </w:rPr>
                <w:id w:val="-1101025460"/>
                <w:placeholder>
                  <w:docPart w:val="7AAAB827EFF3433CBF4123B2EDB7AAAF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2A5BF9" w:rsidRPr="003B1354">
                  <w:rPr>
                    <w:i w:val="0"/>
                  </w:rPr>
                  <w:t>(allkirjastatud digitaalselt)</w:t>
                </w:r>
              </w:sdtContent>
            </w:sdt>
          </w:p>
        </w:tc>
      </w:tr>
      <w:tr w:rsidR="00787786" w:rsidRPr="003B1354" w14:paraId="60BA513C" w14:textId="77777777" w:rsidTr="00787786">
        <w:trPr>
          <w:trHeight w:val="70"/>
        </w:trPr>
        <w:tc>
          <w:tcPr>
            <w:tcW w:w="4502" w:type="dxa"/>
          </w:tcPr>
          <w:p w14:paraId="004B9074" w14:textId="77777777" w:rsidR="00787786" w:rsidRPr="003B1354" w:rsidRDefault="00787786">
            <w:pPr>
              <w:pStyle w:val="Heading2"/>
              <w:rPr>
                <w:i w:val="0"/>
              </w:rPr>
            </w:pPr>
          </w:p>
        </w:tc>
        <w:tc>
          <w:tcPr>
            <w:tcW w:w="4502" w:type="dxa"/>
          </w:tcPr>
          <w:p w14:paraId="6DF164F1" w14:textId="77777777" w:rsidR="00787786" w:rsidRPr="003B1354" w:rsidRDefault="00787786">
            <w:pPr>
              <w:pStyle w:val="Heading2"/>
              <w:rPr>
                <w:i w:val="0"/>
              </w:rPr>
            </w:pPr>
          </w:p>
        </w:tc>
      </w:tr>
      <w:tr w:rsidR="00787786" w:rsidRPr="003B1354" w14:paraId="3C791944" w14:textId="77777777" w:rsidTr="00787786">
        <w:trPr>
          <w:trHeight w:val="70"/>
        </w:trPr>
        <w:tc>
          <w:tcPr>
            <w:tcW w:w="4502" w:type="dxa"/>
          </w:tcPr>
          <w:p w14:paraId="66CB515F" w14:textId="77777777" w:rsidR="00787786" w:rsidRPr="003B1354" w:rsidRDefault="00787786">
            <w:pPr>
              <w:pStyle w:val="Heading2"/>
              <w:rPr>
                <w:i w:val="0"/>
              </w:rPr>
            </w:pPr>
          </w:p>
        </w:tc>
        <w:tc>
          <w:tcPr>
            <w:tcW w:w="4502" w:type="dxa"/>
          </w:tcPr>
          <w:p w14:paraId="20FD9CE7" w14:textId="77777777" w:rsidR="00787786" w:rsidRPr="003B1354" w:rsidRDefault="00787786">
            <w:pPr>
              <w:pStyle w:val="Heading2"/>
              <w:rPr>
                <w:i w:val="0"/>
              </w:rPr>
            </w:pPr>
          </w:p>
        </w:tc>
      </w:tr>
      <w:tr w:rsidR="00787786" w:rsidRPr="003B1354" w14:paraId="6BA4A200" w14:textId="77777777" w:rsidTr="00787786">
        <w:trPr>
          <w:trHeight w:val="70"/>
        </w:trPr>
        <w:tc>
          <w:tcPr>
            <w:tcW w:w="4502" w:type="dxa"/>
          </w:tcPr>
          <w:p w14:paraId="0CCB2D42" w14:textId="5F737841" w:rsidR="00787786" w:rsidRPr="003B1354" w:rsidRDefault="002A5BF9">
            <w:pPr>
              <w:pStyle w:val="Heading2"/>
              <w:rPr>
                <w:i w:val="0"/>
              </w:rPr>
            </w:pPr>
            <w:r w:rsidRPr="003B1354">
              <w:rPr>
                <w:i w:val="0"/>
              </w:rPr>
              <w:t>Erko Soolmann</w:t>
            </w:r>
          </w:p>
        </w:tc>
        <w:tc>
          <w:tcPr>
            <w:tcW w:w="4502" w:type="dxa"/>
          </w:tcPr>
          <w:p w14:paraId="6993F180" w14:textId="136568AC" w:rsidR="00787786" w:rsidRPr="003B1354" w:rsidRDefault="002A5BF9">
            <w:pPr>
              <w:pStyle w:val="Heading2"/>
              <w:rPr>
                <w:i w:val="0"/>
              </w:rPr>
            </w:pPr>
            <w:r w:rsidRPr="003B1354">
              <w:rPr>
                <w:i w:val="0"/>
              </w:rPr>
              <w:t>Marti Piirimäe</w:t>
            </w:r>
          </w:p>
        </w:tc>
      </w:tr>
    </w:tbl>
    <w:p w14:paraId="25E7C66C" w14:textId="77777777" w:rsidR="00BC1507" w:rsidRPr="003B1354" w:rsidRDefault="00BC1507">
      <w:pPr>
        <w:pStyle w:val="Heading2"/>
      </w:pPr>
    </w:p>
    <w:sectPr w:rsidR="00BC1507" w:rsidRPr="003B1354" w:rsidSect="00AE1EC3">
      <w:headerReference w:type="even" r:id="rId12"/>
      <w:headerReference w:type="default" r:id="rId13"/>
      <w:type w:val="continuous"/>
      <w:pgSz w:w="11906" w:h="16838"/>
      <w:pgMar w:top="1418" w:right="1304" w:bottom="1134" w:left="158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91BAE" w14:textId="77777777" w:rsidR="00BF616A" w:rsidRDefault="00BF616A">
      <w:r>
        <w:separator/>
      </w:r>
    </w:p>
  </w:endnote>
  <w:endnote w:type="continuationSeparator" w:id="0">
    <w:p w14:paraId="483B23FF" w14:textId="77777777" w:rsidR="00BF616A" w:rsidRDefault="00BF616A">
      <w:r>
        <w:continuationSeparator/>
      </w:r>
    </w:p>
  </w:endnote>
  <w:endnote w:type="continuationNotice" w:id="1">
    <w:p w14:paraId="0C740EF4" w14:textId="77777777" w:rsidR="00BF616A" w:rsidRDefault="00BF61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966FC" w14:textId="77777777" w:rsidR="00BF616A" w:rsidRDefault="00BF616A">
      <w:r>
        <w:separator/>
      </w:r>
    </w:p>
  </w:footnote>
  <w:footnote w:type="continuationSeparator" w:id="0">
    <w:p w14:paraId="273B441C" w14:textId="77777777" w:rsidR="00BF616A" w:rsidRDefault="00BF616A">
      <w:r>
        <w:continuationSeparator/>
      </w:r>
    </w:p>
  </w:footnote>
  <w:footnote w:type="continuationNotice" w:id="1">
    <w:p w14:paraId="3EC692AC" w14:textId="77777777" w:rsidR="00BF616A" w:rsidRDefault="00BF61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23AA0" w14:textId="77777777" w:rsidR="005D6F05" w:rsidRDefault="005D6F05" w:rsidP="0051095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2DFB483" w14:textId="77777777" w:rsidR="005D6F05" w:rsidRDefault="005D6F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776F9" w14:textId="77777777" w:rsidR="005D6F05" w:rsidRDefault="005D6F05" w:rsidP="0051095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5332E">
      <w:rPr>
        <w:rStyle w:val="PageNumber"/>
        <w:noProof/>
      </w:rPr>
      <w:t>3</w:t>
    </w:r>
    <w:r>
      <w:rPr>
        <w:rStyle w:val="PageNumber"/>
      </w:rPr>
      <w:fldChar w:fldCharType="end"/>
    </w:r>
  </w:p>
  <w:p w14:paraId="5E0BEB99" w14:textId="77777777" w:rsidR="005D6F05" w:rsidRPr="00C70CB6" w:rsidRDefault="005D6F05" w:rsidP="002C314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91BCF"/>
    <w:multiLevelType w:val="multilevel"/>
    <w:tmpl w:val="604009A6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ascii="Times New Roman" w:hAnsi="Times New Roman" w:hint="default"/>
        <w:sz w:val="24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ascii="Times New Roman" w:hAnsi="Times New Roman" w:hint="default"/>
        <w:sz w:val="24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9576C19"/>
    <w:multiLevelType w:val="multilevel"/>
    <w:tmpl w:val="AF9EC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1797979"/>
    <w:multiLevelType w:val="multilevel"/>
    <w:tmpl w:val="C69CF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3E155E7"/>
    <w:multiLevelType w:val="multilevel"/>
    <w:tmpl w:val="891C6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9D41547"/>
    <w:multiLevelType w:val="multilevel"/>
    <w:tmpl w:val="77BAB13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ED633FA"/>
    <w:multiLevelType w:val="multilevel"/>
    <w:tmpl w:val="6BBC926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57F76931"/>
    <w:multiLevelType w:val="multilevel"/>
    <w:tmpl w:val="D2966970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hint="default"/>
        <w:sz w:val="24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5EBA4789"/>
    <w:multiLevelType w:val="multilevel"/>
    <w:tmpl w:val="13B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247183F"/>
    <w:multiLevelType w:val="multilevel"/>
    <w:tmpl w:val="DE9A6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6173B30"/>
    <w:multiLevelType w:val="multilevel"/>
    <w:tmpl w:val="ACA6C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11529043">
    <w:abstractNumId w:val="0"/>
  </w:num>
  <w:num w:numId="2" w16cid:durableId="217321591">
    <w:abstractNumId w:val="0"/>
  </w:num>
  <w:num w:numId="3" w16cid:durableId="5104130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9965318">
    <w:abstractNumId w:val="5"/>
  </w:num>
  <w:num w:numId="5" w16cid:durableId="2061400070">
    <w:abstractNumId w:val="0"/>
  </w:num>
  <w:num w:numId="6" w16cid:durableId="796483487">
    <w:abstractNumId w:val="9"/>
  </w:num>
  <w:num w:numId="7" w16cid:durableId="598029316">
    <w:abstractNumId w:val="2"/>
  </w:num>
  <w:num w:numId="8" w16cid:durableId="1563131143">
    <w:abstractNumId w:val="8"/>
  </w:num>
  <w:num w:numId="9" w16cid:durableId="1847596732">
    <w:abstractNumId w:val="7"/>
  </w:num>
  <w:num w:numId="10" w16cid:durableId="1283463670">
    <w:abstractNumId w:val="1"/>
  </w:num>
  <w:num w:numId="11" w16cid:durableId="1928532706">
    <w:abstractNumId w:val="3"/>
  </w:num>
  <w:num w:numId="12" w16cid:durableId="11231559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45A"/>
    <w:rsid w:val="000121D0"/>
    <w:rsid w:val="00021C80"/>
    <w:rsid w:val="00025B15"/>
    <w:rsid w:val="00030AE6"/>
    <w:rsid w:val="000414C4"/>
    <w:rsid w:val="000577C6"/>
    <w:rsid w:val="000A2CE1"/>
    <w:rsid w:val="000C7556"/>
    <w:rsid w:val="000E549A"/>
    <w:rsid w:val="000F1381"/>
    <w:rsid w:val="001031C6"/>
    <w:rsid w:val="001228DA"/>
    <w:rsid w:val="00134F26"/>
    <w:rsid w:val="001454AB"/>
    <w:rsid w:val="001472CB"/>
    <w:rsid w:val="00155EBB"/>
    <w:rsid w:val="00156D0F"/>
    <w:rsid w:val="001613F5"/>
    <w:rsid w:val="001700FF"/>
    <w:rsid w:val="001840F4"/>
    <w:rsid w:val="00185D39"/>
    <w:rsid w:val="001E5BB6"/>
    <w:rsid w:val="002366E4"/>
    <w:rsid w:val="00236EB4"/>
    <w:rsid w:val="00264F32"/>
    <w:rsid w:val="00270B88"/>
    <w:rsid w:val="002855B6"/>
    <w:rsid w:val="002A0E15"/>
    <w:rsid w:val="002A56A7"/>
    <w:rsid w:val="002A5BF9"/>
    <w:rsid w:val="002C3146"/>
    <w:rsid w:val="002E6556"/>
    <w:rsid w:val="002E78CA"/>
    <w:rsid w:val="002F18C0"/>
    <w:rsid w:val="0030026D"/>
    <w:rsid w:val="003219D8"/>
    <w:rsid w:val="00321F73"/>
    <w:rsid w:val="00343EA3"/>
    <w:rsid w:val="00350444"/>
    <w:rsid w:val="00352976"/>
    <w:rsid w:val="00366C6F"/>
    <w:rsid w:val="00380D5F"/>
    <w:rsid w:val="003909FA"/>
    <w:rsid w:val="003964DF"/>
    <w:rsid w:val="00397688"/>
    <w:rsid w:val="003B1354"/>
    <w:rsid w:val="003D4FB2"/>
    <w:rsid w:val="003E27DC"/>
    <w:rsid w:val="004232FA"/>
    <w:rsid w:val="0047248A"/>
    <w:rsid w:val="004911AE"/>
    <w:rsid w:val="00492629"/>
    <w:rsid w:val="004A5F5E"/>
    <w:rsid w:val="004C0095"/>
    <w:rsid w:val="004D4591"/>
    <w:rsid w:val="004D5B69"/>
    <w:rsid w:val="004F007F"/>
    <w:rsid w:val="004F2B8D"/>
    <w:rsid w:val="00510955"/>
    <w:rsid w:val="0051635F"/>
    <w:rsid w:val="005355A1"/>
    <w:rsid w:val="005411DF"/>
    <w:rsid w:val="00557C70"/>
    <w:rsid w:val="00582A93"/>
    <w:rsid w:val="005877B0"/>
    <w:rsid w:val="005A1CA9"/>
    <w:rsid w:val="005A68F2"/>
    <w:rsid w:val="005D347E"/>
    <w:rsid w:val="005D5031"/>
    <w:rsid w:val="005D6F05"/>
    <w:rsid w:val="00604E73"/>
    <w:rsid w:val="00607CC4"/>
    <w:rsid w:val="0061080A"/>
    <w:rsid w:val="006143FE"/>
    <w:rsid w:val="0063054E"/>
    <w:rsid w:val="00640392"/>
    <w:rsid w:val="00641F20"/>
    <w:rsid w:val="00643277"/>
    <w:rsid w:val="00664C77"/>
    <w:rsid w:val="0067560E"/>
    <w:rsid w:val="0067582D"/>
    <w:rsid w:val="00681D2D"/>
    <w:rsid w:val="0069308E"/>
    <w:rsid w:val="006A1418"/>
    <w:rsid w:val="006A4CDD"/>
    <w:rsid w:val="006B0971"/>
    <w:rsid w:val="006D0AD9"/>
    <w:rsid w:val="006E16CC"/>
    <w:rsid w:val="006F2E32"/>
    <w:rsid w:val="00716C7C"/>
    <w:rsid w:val="00761511"/>
    <w:rsid w:val="00787786"/>
    <w:rsid w:val="007B718A"/>
    <w:rsid w:val="007E1D19"/>
    <w:rsid w:val="007F0A8F"/>
    <w:rsid w:val="007F5B71"/>
    <w:rsid w:val="008166C8"/>
    <w:rsid w:val="00825D56"/>
    <w:rsid w:val="00827963"/>
    <w:rsid w:val="00841550"/>
    <w:rsid w:val="00841732"/>
    <w:rsid w:val="00854E82"/>
    <w:rsid w:val="00855043"/>
    <w:rsid w:val="00856B5E"/>
    <w:rsid w:val="008639BE"/>
    <w:rsid w:val="008A2C3F"/>
    <w:rsid w:val="008A4A8C"/>
    <w:rsid w:val="008A5B84"/>
    <w:rsid w:val="008B60E3"/>
    <w:rsid w:val="008C4BE6"/>
    <w:rsid w:val="008E28AB"/>
    <w:rsid w:val="008E682E"/>
    <w:rsid w:val="009008B3"/>
    <w:rsid w:val="0093032C"/>
    <w:rsid w:val="00960E34"/>
    <w:rsid w:val="00963739"/>
    <w:rsid w:val="00972864"/>
    <w:rsid w:val="009870EF"/>
    <w:rsid w:val="0099241D"/>
    <w:rsid w:val="009A2E56"/>
    <w:rsid w:val="009A4AB3"/>
    <w:rsid w:val="009B0614"/>
    <w:rsid w:val="009D3D72"/>
    <w:rsid w:val="009F2F15"/>
    <w:rsid w:val="00A00A1C"/>
    <w:rsid w:val="00A050F6"/>
    <w:rsid w:val="00A1013C"/>
    <w:rsid w:val="00A13822"/>
    <w:rsid w:val="00A2045C"/>
    <w:rsid w:val="00A21947"/>
    <w:rsid w:val="00A3137D"/>
    <w:rsid w:val="00A3152D"/>
    <w:rsid w:val="00A5592E"/>
    <w:rsid w:val="00A728B9"/>
    <w:rsid w:val="00AA0F3C"/>
    <w:rsid w:val="00AD598A"/>
    <w:rsid w:val="00AE1EC3"/>
    <w:rsid w:val="00AE3C87"/>
    <w:rsid w:val="00B2274C"/>
    <w:rsid w:val="00B34C4D"/>
    <w:rsid w:val="00B63F10"/>
    <w:rsid w:val="00BB2A96"/>
    <w:rsid w:val="00BB6ADC"/>
    <w:rsid w:val="00BC1507"/>
    <w:rsid w:val="00BE19F7"/>
    <w:rsid w:val="00BF616A"/>
    <w:rsid w:val="00C1452C"/>
    <w:rsid w:val="00C209D7"/>
    <w:rsid w:val="00C20B65"/>
    <w:rsid w:val="00C70CB6"/>
    <w:rsid w:val="00CA1AC3"/>
    <w:rsid w:val="00CA314C"/>
    <w:rsid w:val="00CA6104"/>
    <w:rsid w:val="00CC12C2"/>
    <w:rsid w:val="00CD3E9F"/>
    <w:rsid w:val="00D02A3C"/>
    <w:rsid w:val="00D05C7D"/>
    <w:rsid w:val="00D12426"/>
    <w:rsid w:val="00D51573"/>
    <w:rsid w:val="00D57FA4"/>
    <w:rsid w:val="00D76FB7"/>
    <w:rsid w:val="00D83896"/>
    <w:rsid w:val="00DD2D23"/>
    <w:rsid w:val="00E55F0A"/>
    <w:rsid w:val="00E63C08"/>
    <w:rsid w:val="00E63D30"/>
    <w:rsid w:val="00E825A6"/>
    <w:rsid w:val="00E85B37"/>
    <w:rsid w:val="00EC1F8C"/>
    <w:rsid w:val="00ED00A7"/>
    <w:rsid w:val="00ED5422"/>
    <w:rsid w:val="00EF5323"/>
    <w:rsid w:val="00EF62F1"/>
    <w:rsid w:val="00F05163"/>
    <w:rsid w:val="00F14F70"/>
    <w:rsid w:val="00F16A4A"/>
    <w:rsid w:val="00F21028"/>
    <w:rsid w:val="00F3545A"/>
    <w:rsid w:val="00F37FB6"/>
    <w:rsid w:val="00F5332E"/>
    <w:rsid w:val="00F93ACC"/>
    <w:rsid w:val="00FB6CBB"/>
    <w:rsid w:val="00FE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B726C"/>
  <w15:docId w15:val="{E88A2F31-8666-4DCA-B4AB-B753F0033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0D5F"/>
    <w:rPr>
      <w:spacing w:val="-2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pacing w:val="0"/>
      <w:szCs w:val="23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iCs/>
      <w:spacing w:val="0"/>
    </w:rPr>
  </w:style>
  <w:style w:type="paragraph" w:styleId="Heading4">
    <w:name w:val="heading 4"/>
    <w:basedOn w:val="Normal"/>
    <w:next w:val="Normal"/>
    <w:qFormat/>
    <w:pPr>
      <w:keepNext/>
      <w:ind w:left="1440" w:firstLine="720"/>
      <w:outlineLvl w:val="3"/>
    </w:pPr>
    <w:rPr>
      <w:b/>
      <w:bCs/>
      <w:spacing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pacing w:val="0"/>
    </w:rPr>
  </w:style>
  <w:style w:type="paragraph" w:styleId="Header">
    <w:name w:val="header"/>
    <w:basedOn w:val="Normal"/>
    <w:rsid w:val="00761511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61511"/>
  </w:style>
  <w:style w:type="paragraph" w:styleId="Caption">
    <w:name w:val="caption"/>
    <w:basedOn w:val="Normal"/>
    <w:next w:val="Normal"/>
    <w:qFormat/>
    <w:rsid w:val="00AE1EC3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  <w:style w:type="paragraph" w:styleId="Footer">
    <w:name w:val="footer"/>
    <w:basedOn w:val="Normal"/>
    <w:rsid w:val="00C70CB6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uiPriority w:val="59"/>
    <w:rsid w:val="00CA6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7E1D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E1D19"/>
    <w:rPr>
      <w:rFonts w:ascii="Tahoma" w:hAnsi="Tahoma" w:cs="Tahoma"/>
      <w:spacing w:val="-20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7E1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E1D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1D19"/>
    <w:rPr>
      <w:spacing w:val="-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E1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E1D19"/>
    <w:rPr>
      <w:b/>
      <w:bCs/>
      <w:spacing w:val="-20"/>
      <w:lang w:eastAsia="en-US"/>
    </w:rPr>
  </w:style>
  <w:style w:type="paragraph" w:styleId="NormalWeb">
    <w:name w:val="Normal (Web)"/>
    <w:basedOn w:val="Normal"/>
    <w:rsid w:val="007E1D19"/>
    <w:pPr>
      <w:spacing w:before="100" w:beforeAutospacing="1" w:after="100" w:afterAutospacing="1"/>
    </w:pPr>
    <w:rPr>
      <w:spacing w:val="0"/>
      <w:lang w:val="en-GB"/>
    </w:rPr>
  </w:style>
  <w:style w:type="paragraph" w:customStyle="1" w:styleId="Pealkiri11">
    <w:name w:val="Pealkiri 11"/>
    <w:basedOn w:val="Normal"/>
    <w:rsid w:val="00380D5F"/>
    <w:pPr>
      <w:numPr>
        <w:numId w:val="1"/>
      </w:numPr>
    </w:pPr>
  </w:style>
  <w:style w:type="paragraph" w:customStyle="1" w:styleId="Pealkiri21">
    <w:name w:val="Pealkiri 21"/>
    <w:basedOn w:val="Normal"/>
    <w:link w:val="Pealkiri2Char"/>
    <w:rsid w:val="00380D5F"/>
    <w:pPr>
      <w:numPr>
        <w:ilvl w:val="1"/>
        <w:numId w:val="1"/>
      </w:numPr>
    </w:pPr>
  </w:style>
  <w:style w:type="paragraph" w:customStyle="1" w:styleId="Pealkiri31">
    <w:name w:val="Pealkiri 31"/>
    <w:basedOn w:val="Normal"/>
    <w:rsid w:val="00380D5F"/>
    <w:pPr>
      <w:numPr>
        <w:ilvl w:val="2"/>
        <w:numId w:val="1"/>
      </w:numPr>
    </w:pPr>
  </w:style>
  <w:style w:type="paragraph" w:customStyle="1" w:styleId="Pealkiri41">
    <w:name w:val="Pealkiri 41"/>
    <w:basedOn w:val="Normal"/>
    <w:rsid w:val="00380D5F"/>
    <w:pPr>
      <w:numPr>
        <w:ilvl w:val="3"/>
        <w:numId w:val="1"/>
      </w:numPr>
    </w:pPr>
  </w:style>
  <w:style w:type="paragraph" w:customStyle="1" w:styleId="Pealkiri51">
    <w:name w:val="Pealkiri 51"/>
    <w:basedOn w:val="Normal"/>
    <w:rsid w:val="00380D5F"/>
    <w:pPr>
      <w:numPr>
        <w:ilvl w:val="4"/>
        <w:numId w:val="1"/>
      </w:numPr>
    </w:pPr>
  </w:style>
  <w:style w:type="paragraph" w:customStyle="1" w:styleId="Pealkiri61">
    <w:name w:val="Pealkiri 61"/>
    <w:basedOn w:val="Normal"/>
    <w:rsid w:val="00380D5F"/>
    <w:pPr>
      <w:numPr>
        <w:ilvl w:val="5"/>
        <w:numId w:val="1"/>
      </w:numPr>
    </w:pPr>
  </w:style>
  <w:style w:type="paragraph" w:customStyle="1" w:styleId="Pealkiri71">
    <w:name w:val="Pealkiri 71"/>
    <w:basedOn w:val="Normal"/>
    <w:rsid w:val="00380D5F"/>
    <w:pPr>
      <w:numPr>
        <w:ilvl w:val="6"/>
        <w:numId w:val="1"/>
      </w:numPr>
    </w:pPr>
  </w:style>
  <w:style w:type="paragraph" w:customStyle="1" w:styleId="Pealkiri81">
    <w:name w:val="Pealkiri 81"/>
    <w:basedOn w:val="Normal"/>
    <w:rsid w:val="00380D5F"/>
    <w:pPr>
      <w:numPr>
        <w:ilvl w:val="7"/>
        <w:numId w:val="1"/>
      </w:numPr>
    </w:pPr>
  </w:style>
  <w:style w:type="paragraph" w:customStyle="1" w:styleId="Pealkiri91">
    <w:name w:val="Pealkiri 91"/>
    <w:basedOn w:val="Normal"/>
    <w:rsid w:val="00380D5F"/>
    <w:pPr>
      <w:numPr>
        <w:ilvl w:val="8"/>
        <w:numId w:val="1"/>
      </w:numPr>
    </w:pPr>
  </w:style>
  <w:style w:type="character" w:customStyle="1" w:styleId="Pealkiri2Char">
    <w:name w:val="Pealkiri 2 Char"/>
    <w:link w:val="Pealkiri21"/>
    <w:locked/>
    <w:rsid w:val="005411DF"/>
    <w:rPr>
      <w:spacing w:val="-20"/>
      <w:sz w:val="24"/>
      <w:szCs w:val="24"/>
      <w:lang w:eastAsia="en-US"/>
    </w:rPr>
  </w:style>
  <w:style w:type="character" w:styleId="Hyperlink">
    <w:name w:val="Hyperlink"/>
    <w:basedOn w:val="DefaultParagraphFont"/>
    <w:unhideWhenUsed/>
    <w:rsid w:val="00F5332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D5422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A5B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5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5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77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2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9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eelis.meigo@foreko.ee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toomas.vaat@rmk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i.parro\Downloads\t&#246;&#246;v&#245;tuleping%20(jur%20isiku%20v&#245;i%20fiega)%20(v.a%20metsamajanduslike%20t&#246;&#246;de%20tegemiseks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D04400B9EFB49AE9BAF9C6AEB6761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E9C899-1248-410E-B9E8-C915520E79FE}"/>
      </w:docPartPr>
      <w:docPartBody>
        <w:p w:rsidR="004E52DB" w:rsidRDefault="00000000">
          <w:pPr>
            <w:pStyle w:val="BD04400B9EFB49AE9BAF9C6AEB676104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B59CB4E6EF254F7EB79AAF1C7D511A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7FF098-3931-4046-BA0D-9DF6DE739B3F}"/>
      </w:docPartPr>
      <w:docPartBody>
        <w:p w:rsidR="004E52DB" w:rsidRDefault="00000000">
          <w:pPr>
            <w:pStyle w:val="B59CB4E6EF254F7EB79AAF1C7D511AAD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0CF25581A62849549DB65CFDCF4590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4AAA5-7370-41B0-BF77-8511B077BF6F}"/>
      </w:docPartPr>
      <w:docPartBody>
        <w:p w:rsidR="004E52DB" w:rsidRDefault="00000000">
          <w:pPr>
            <w:pStyle w:val="0CF25581A62849549DB65CFDCF459007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CF22D21D6A404B6B8340BBFD84E92C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12C7AB-C9D3-4828-871C-05F5EAAC618E}"/>
      </w:docPartPr>
      <w:docPartBody>
        <w:p w:rsidR="004E52DB" w:rsidRDefault="00000000">
          <w:pPr>
            <w:pStyle w:val="CF22D21D6A404B6B8340BBFD84E92CCA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7AAAB827EFF3433CBF4123B2EDB7AA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3994A2-BBC9-46C0-8AD1-AF77F76932B3}"/>
      </w:docPartPr>
      <w:docPartBody>
        <w:p w:rsidR="004E52DB" w:rsidRDefault="00000000">
          <w:pPr>
            <w:pStyle w:val="7AAAB827EFF3433CBF4123B2EDB7AAAF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A4B581A7379E43EDBEA84628D0CD61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D15815-1751-4A7B-A94F-1E7472100FF9}"/>
      </w:docPartPr>
      <w:docPartBody>
        <w:p w:rsidR="004E52DB" w:rsidRDefault="00BE6C98" w:rsidP="00BE6C98">
          <w:pPr>
            <w:pStyle w:val="A4B581A7379E43EDBEA84628D0CD61E5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C98"/>
    <w:rsid w:val="000134F8"/>
    <w:rsid w:val="00030AE6"/>
    <w:rsid w:val="001228DA"/>
    <w:rsid w:val="00311358"/>
    <w:rsid w:val="004E52DB"/>
    <w:rsid w:val="00BE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E93626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6C98"/>
  </w:style>
  <w:style w:type="paragraph" w:customStyle="1" w:styleId="BD04400B9EFB49AE9BAF9C6AEB676104">
    <w:name w:val="BD04400B9EFB49AE9BAF9C6AEB676104"/>
  </w:style>
  <w:style w:type="paragraph" w:customStyle="1" w:styleId="B59CB4E6EF254F7EB79AAF1C7D511AAD">
    <w:name w:val="B59CB4E6EF254F7EB79AAF1C7D511AAD"/>
  </w:style>
  <w:style w:type="paragraph" w:customStyle="1" w:styleId="0CF25581A62849549DB65CFDCF459007">
    <w:name w:val="0CF25581A62849549DB65CFDCF459007"/>
  </w:style>
  <w:style w:type="paragraph" w:customStyle="1" w:styleId="CF22D21D6A404B6B8340BBFD84E92CCA">
    <w:name w:val="CF22D21D6A404B6B8340BBFD84E92CCA"/>
  </w:style>
  <w:style w:type="paragraph" w:customStyle="1" w:styleId="7AAAB827EFF3433CBF4123B2EDB7AAAF">
    <w:name w:val="7AAAB827EFF3433CBF4123B2EDB7AAAF"/>
  </w:style>
  <w:style w:type="paragraph" w:customStyle="1" w:styleId="A4B581A7379E43EDBEA84628D0CD61E5">
    <w:name w:val="A4B581A7379E43EDBEA84628D0CD61E5"/>
    <w:rsid w:val="00BE6C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16F74F75ECE64BBF558C21272E19A7" ma:contentTypeVersion="15" ma:contentTypeDescription="Loo uus dokument" ma:contentTypeScope="" ma:versionID="ddf8c6e370dc28b36fb7374aa41deb03">
  <xsd:schema xmlns:xsd="http://www.w3.org/2001/XMLSchema" xmlns:xs="http://www.w3.org/2001/XMLSchema" xmlns:p="http://schemas.microsoft.com/office/2006/metadata/properties" xmlns:ns2="ab40b79a-3f16-4e8d-87d3-1696af3d1e54" xmlns:ns3="bc14b287-cdd4-47a2-b24c-5f1486ebae6e" targetNamespace="http://schemas.microsoft.com/office/2006/metadata/properties" ma:root="true" ma:fieldsID="2ffe30a9ff1b0fca65def1d6aabdc961" ns2:_="" ns3:_="">
    <xsd:import namespace="ab40b79a-3f16-4e8d-87d3-1696af3d1e54"/>
    <xsd:import namespace="bc14b287-cdd4-47a2-b24c-5f1486ebae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40b79a-3f16-4e8d-87d3-1696af3d1e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4b287-cdd4-47a2-b24c-5f1486ebae6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2081c657-100d-450f-a05b-fee33dc13a3f}" ma:internalName="TaxCatchAll" ma:showField="CatchAllData" ma:web="bc14b287-cdd4-47a2-b24c-5f1486ebae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4b287-cdd4-47a2-b24c-5f1486ebae6e" xsi:nil="true"/>
    <lcf76f155ced4ddcb4097134ff3c332f xmlns="ab40b79a-3f16-4e8d-87d3-1696af3d1e5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B10DE4C-9807-4303-B5F7-7292F74B8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40b79a-3f16-4e8d-87d3-1696af3d1e54"/>
    <ds:schemaRef ds:uri="bc14b287-cdd4-47a2-b24c-5f1486ebae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069554-5F08-489A-AECF-CB32835C4B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C5BB77-4C3A-4EBC-951E-7C234B127771}">
  <ds:schemaRefs>
    <ds:schemaRef ds:uri="http://schemas.microsoft.com/office/2006/metadata/properties"/>
    <ds:schemaRef ds:uri="http://schemas.microsoft.com/office/infopath/2007/PartnerControls"/>
    <ds:schemaRef ds:uri="bc14b287-cdd4-47a2-b24c-5f1486ebae6e"/>
    <ds:schemaRef ds:uri="ab40b79a-3f16-4e8d-87d3-1696af3d1e54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töövõtuleping (jur isiku või fiega) (v.a metsamajanduslike tööde tegemiseks)</Template>
  <TotalTime>71</TotalTime>
  <Pages>2</Pages>
  <Words>490</Words>
  <Characters>2846</Characters>
  <Application>Microsoft Office Word</Application>
  <DocSecurity>0</DocSecurity>
  <Lines>23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TÖÖVÕTULEPING nr</vt:lpstr>
      <vt:lpstr>TÖÖVÕTULEPING nr</vt:lpstr>
      <vt:lpstr>TÖÖVÕTULEPING nr</vt:lpstr>
    </vt:vector>
  </TitlesOfParts>
  <Company>RMK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TÖÖVÕTULEPING nr</dc:title>
  <dc:creator>Kristi Parro</dc:creator>
  <cp:lastModifiedBy>Marti Piirimäe</cp:lastModifiedBy>
  <cp:revision>38</cp:revision>
  <cp:lastPrinted>2010-12-13T09:14:00Z</cp:lastPrinted>
  <dcterms:created xsi:type="dcterms:W3CDTF">2025-03-20T06:59:00Z</dcterms:created>
  <dcterms:modified xsi:type="dcterms:W3CDTF">2025-03-24T14:02:00Z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0x010100C816F74F75ECE64BBF558C21272E19A7</vt:lpwstr>
  </property>
  <property fmtid="{D5CDD505-2E9C-101B-9397-08002B2CF9AE}" pid="3" name="MediaServiceImageTags">
    <vt:lpwstr/>
  </property>
</Properties>
</file>